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C553" w14:textId="624DC61F" w:rsidR="00535962" w:rsidRPr="00F7167E" w:rsidRDefault="004C3DA5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157A54D" wp14:editId="574EC09F">
                <wp:simplePos x="0" y="0"/>
                <wp:positionH relativeFrom="column">
                  <wp:posOffset>7053943</wp:posOffset>
                </wp:positionH>
                <wp:positionV relativeFrom="paragraph">
                  <wp:posOffset>-593766</wp:posOffset>
                </wp:positionV>
                <wp:extent cx="2042556" cy="802640"/>
                <wp:effectExtent l="0" t="0" r="15240" b="1651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2556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66"/>
                            <a:chOff x="9151" y="720"/>
                            <a:chExt cx="2009" cy="799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213"/>
                              <a:ext cx="2009" cy="30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EFA844" w14:textId="2CAF8445" w:rsidR="006B202F" w:rsidRPr="00535962" w:rsidRDefault="004C3DA5" w:rsidP="006B20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CONADIS-CCC-LPN-202</w:t>
                                    </w:r>
                                    <w:r w:rsidR="00286FF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-0001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48B822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7A54D" id="Group 21" o:spid="_x0000_s1026" style="position:absolute;margin-left:555.45pt;margin-top:-46.75pt;width:160.8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8" style="position:absolute;left:12940;top:561;width:2413;height:866" coordorigin="9151,720" coordsize="2009,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213;width:2009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EFA844" w14:textId="2CAF8445" w:rsidR="006B202F" w:rsidRPr="00535962" w:rsidRDefault="004C3DA5" w:rsidP="006B202F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CONADIS-CCC-LPN-202</w:t>
                              </w:r>
                              <w:r w:rsidR="00286FF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-0001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448B822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0542A"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34DD7B06" wp14:editId="2FC5716B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1BD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CE05A" wp14:editId="0FEDB2BA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76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27371E39" w14:textId="6CB26DAD" w:rsidR="00BC61BD" w:rsidRPr="00BC61BD" w:rsidRDefault="00FC7F9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4266A7B" wp14:editId="4BD3B995">
                                      <wp:extent cx="845820" cy="845820"/>
                                      <wp:effectExtent l="0" t="0" r="0" b="0"/>
                                      <wp:docPr id="608355089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08355089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CE05A" id="Text Box 2" o:spid="_x0000_s1031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bU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27371E39" w14:textId="6CB26DAD" w:rsidR="00BC61BD" w:rsidRPr="00BC61BD" w:rsidRDefault="00FC7F9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4266A7B" wp14:editId="4BD3B995">
                                <wp:extent cx="845820" cy="845820"/>
                                <wp:effectExtent l="0" t="0" r="0" b="0"/>
                                <wp:docPr id="608355089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08355089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651BD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6D5530" wp14:editId="4CA1A0D2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FC79E2" w14:textId="77777777"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D5530"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ZLLKngAAAACwEAAA8AAAAAAAAAAAAAAAAANAQAAGRycy9kb3ducmV2LnhtbFBLBQYAAAAA&#10;BAAEAPMAAABBBQAAAAA=&#10;" filled="f" stroked="f">
                <v:textbox inset="0,0,0,0">
                  <w:txbxContent>
                    <w:p w14:paraId="50FC79E2" w14:textId="77777777"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7083BDFE" w14:textId="59961AC1" w:rsidR="00535962" w:rsidRPr="00535962" w:rsidRDefault="00651BD9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69E097" wp14:editId="456FD801">
                <wp:simplePos x="0" y="0"/>
                <wp:positionH relativeFrom="column">
                  <wp:posOffset>3532728</wp:posOffset>
                </wp:positionH>
                <wp:positionV relativeFrom="paragraph">
                  <wp:posOffset>30480</wp:posOffset>
                </wp:positionV>
                <wp:extent cx="2066307" cy="308759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307" cy="3087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11222" w14:textId="58705C5A" w:rsidR="002E1412" w:rsidRPr="002E1412" w:rsidRDefault="00FC7F9C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4C3DA5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9E097" id="Text Box 16" o:spid="_x0000_s1033" type="#_x0000_t202" style="position:absolute;margin-left:278.15pt;margin-top:2.4pt;width:162.7pt;height:24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" stroked="f">
                <v:textbox>
                  <w:txbxContent>
                    <w:p w14:paraId="2F111222" w14:textId="58705C5A" w:rsidR="002E1412" w:rsidRPr="002E1412" w:rsidRDefault="00FC7F9C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4C3DA5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D9C5A3" wp14:editId="384B84D4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428115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0B726" w14:textId="77777777" w:rsidR="0026335F" w:rsidRPr="0026335F" w:rsidRDefault="00FC7F9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9C5A3"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" filled="f" stroked="f">
                <v:textbox>
                  <w:txbxContent>
                    <w:p w14:paraId="1810B726" w14:textId="77777777" w:rsidR="0026335F" w:rsidRPr="0026335F" w:rsidRDefault="00FC7F9C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91CA600" w14:textId="0AC2B53B" w:rsidR="00535962" w:rsidRDefault="00651BD9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7FF4AD" wp14:editId="23E45CA4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CCE3F" w14:textId="77777777"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F4AD"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" stroked="f">
                <v:textbox>
                  <w:txbxContent>
                    <w:p w14:paraId="722CCE3F" w14:textId="77777777"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DA715A" wp14:editId="49AEA304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4C27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55C91" w:rsidRPr="00B55C9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A715A"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DO/YPN3gAAAAsBAAAPAAAAAAAAAAAAAAAAAD0EAABkcnMvZG93bnJldi54bWxQ&#10;SwUGAAAAAAQABADzAAAASAUAAAAA&#10;" filled="f" stroked="f">
                <v:textbox>
                  <w:txbxContent>
                    <w:p w14:paraId="3094C273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55C91" w:rsidRPr="00B55C9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2B18F0B2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76D693F5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20F72028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14:paraId="439965A3" w14:textId="77777777"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14:paraId="6EDD0683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14:paraId="38F71E01" w14:textId="77777777" w:rsidTr="00B55C91">
        <w:trPr>
          <w:trHeight w:val="482"/>
        </w:trPr>
        <w:tc>
          <w:tcPr>
            <w:tcW w:w="1101" w:type="dxa"/>
            <w:vAlign w:val="center"/>
          </w:tcPr>
          <w:p w14:paraId="304FC9CD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14:paraId="7FFD7AD6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14:paraId="3A5E5AE1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14:paraId="50D13C62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14:paraId="060662DB" w14:textId="77777777"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14:paraId="3E0B2A93" w14:textId="77777777"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14:paraId="4D6D1A06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14:paraId="6D8C431A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14:paraId="50F5CDDF" w14:textId="77777777" w:rsidTr="00B55C91">
        <w:tc>
          <w:tcPr>
            <w:tcW w:w="1101" w:type="dxa"/>
          </w:tcPr>
          <w:p w14:paraId="7B46D30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671A4BA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6D5CBD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2F9E67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80AA09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AC0BB3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EDC354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34E38BE7" w14:textId="77777777" w:rsidTr="00B55C91">
        <w:tc>
          <w:tcPr>
            <w:tcW w:w="1101" w:type="dxa"/>
          </w:tcPr>
          <w:p w14:paraId="00E7CA5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574B304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A87A2C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407C9E2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7CD4E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A49BE7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A1CFB5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446B2C9" w14:textId="77777777" w:rsidTr="00B55C91">
        <w:tc>
          <w:tcPr>
            <w:tcW w:w="1101" w:type="dxa"/>
          </w:tcPr>
          <w:p w14:paraId="187AFF7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41A6B32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33380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59D5F4E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02167E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C9B2FC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883D31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5C210749" w14:textId="77777777" w:rsidTr="00B55C91">
        <w:tc>
          <w:tcPr>
            <w:tcW w:w="1101" w:type="dxa"/>
          </w:tcPr>
          <w:p w14:paraId="6745AC2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6EA138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0CFD220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6610231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41FF9F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C41CF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398131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6E13B9E" w14:textId="77777777" w:rsidTr="00B55C91">
        <w:tc>
          <w:tcPr>
            <w:tcW w:w="1101" w:type="dxa"/>
          </w:tcPr>
          <w:p w14:paraId="7A21629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6DD1453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1058B4D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61E1A3C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BE134E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9B687B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A81212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33DB4A6" w14:textId="77777777" w:rsidTr="00B55C91">
        <w:trPr>
          <w:trHeight w:val="415"/>
        </w:trPr>
        <w:tc>
          <w:tcPr>
            <w:tcW w:w="1101" w:type="dxa"/>
          </w:tcPr>
          <w:p w14:paraId="49B8F8A3" w14:textId="77777777" w:rsidR="006E45AC" w:rsidRPr="006E45AC" w:rsidRDefault="006E45AC" w:rsidP="003805A6"/>
        </w:tc>
        <w:tc>
          <w:tcPr>
            <w:tcW w:w="1132" w:type="dxa"/>
          </w:tcPr>
          <w:p w14:paraId="58274FB1" w14:textId="77777777" w:rsidR="006E45AC" w:rsidRPr="006E45AC" w:rsidRDefault="006E45AC" w:rsidP="003805A6"/>
        </w:tc>
        <w:tc>
          <w:tcPr>
            <w:tcW w:w="3971" w:type="dxa"/>
          </w:tcPr>
          <w:p w14:paraId="77292844" w14:textId="77777777" w:rsidR="006E45AC" w:rsidRPr="006E45AC" w:rsidRDefault="006E45AC" w:rsidP="003805A6"/>
        </w:tc>
        <w:tc>
          <w:tcPr>
            <w:tcW w:w="1417" w:type="dxa"/>
          </w:tcPr>
          <w:p w14:paraId="00FAB949" w14:textId="77777777" w:rsidR="006E45AC" w:rsidRPr="006E45AC" w:rsidRDefault="006E45AC" w:rsidP="003805A6"/>
        </w:tc>
        <w:tc>
          <w:tcPr>
            <w:tcW w:w="1418" w:type="dxa"/>
          </w:tcPr>
          <w:p w14:paraId="2DA2CD4F" w14:textId="77777777" w:rsidR="006E45AC" w:rsidRPr="006E45AC" w:rsidRDefault="006E45AC" w:rsidP="003805A6"/>
        </w:tc>
        <w:tc>
          <w:tcPr>
            <w:tcW w:w="4961" w:type="dxa"/>
          </w:tcPr>
          <w:p w14:paraId="59AB147C" w14:textId="77777777" w:rsidR="006E45AC" w:rsidRPr="006E45AC" w:rsidRDefault="006E45AC" w:rsidP="003805A6"/>
        </w:tc>
      </w:tr>
      <w:tr w:rsidR="006E45AC" w:rsidRPr="006E45AC" w14:paraId="262EA6CD" w14:textId="77777777" w:rsidTr="00B55C91">
        <w:trPr>
          <w:trHeight w:val="373"/>
        </w:trPr>
        <w:tc>
          <w:tcPr>
            <w:tcW w:w="1101" w:type="dxa"/>
          </w:tcPr>
          <w:p w14:paraId="41480D23" w14:textId="77777777" w:rsidR="006E45AC" w:rsidRPr="006E45AC" w:rsidRDefault="006E45AC" w:rsidP="003805A6"/>
        </w:tc>
        <w:tc>
          <w:tcPr>
            <w:tcW w:w="1132" w:type="dxa"/>
          </w:tcPr>
          <w:p w14:paraId="042CC079" w14:textId="77777777" w:rsidR="006E45AC" w:rsidRPr="006E45AC" w:rsidRDefault="006E45AC" w:rsidP="003805A6"/>
        </w:tc>
        <w:tc>
          <w:tcPr>
            <w:tcW w:w="3971" w:type="dxa"/>
          </w:tcPr>
          <w:p w14:paraId="43E0A3BF" w14:textId="77777777" w:rsidR="006E45AC" w:rsidRPr="006E45AC" w:rsidRDefault="006E45AC" w:rsidP="003805A6"/>
        </w:tc>
        <w:tc>
          <w:tcPr>
            <w:tcW w:w="1417" w:type="dxa"/>
          </w:tcPr>
          <w:p w14:paraId="1BF69C4C" w14:textId="77777777" w:rsidR="006E45AC" w:rsidRPr="006E45AC" w:rsidRDefault="006E45AC" w:rsidP="003805A6"/>
        </w:tc>
        <w:tc>
          <w:tcPr>
            <w:tcW w:w="1418" w:type="dxa"/>
          </w:tcPr>
          <w:p w14:paraId="5ED6D524" w14:textId="77777777" w:rsidR="006E45AC" w:rsidRPr="006E45AC" w:rsidRDefault="006E45AC" w:rsidP="003805A6"/>
        </w:tc>
        <w:tc>
          <w:tcPr>
            <w:tcW w:w="4961" w:type="dxa"/>
          </w:tcPr>
          <w:p w14:paraId="72BBB57E" w14:textId="77777777" w:rsidR="006E45AC" w:rsidRPr="006E45AC" w:rsidRDefault="006E45AC" w:rsidP="003805A6"/>
        </w:tc>
      </w:tr>
    </w:tbl>
    <w:p w14:paraId="66C1BC0B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3157ED54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1538889C" w14:textId="77777777"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BB50A" w14:textId="77777777" w:rsidR="00633B5F" w:rsidRDefault="00633B5F" w:rsidP="001007E7">
      <w:pPr>
        <w:spacing w:after="0" w:line="240" w:lineRule="auto"/>
      </w:pPr>
      <w:r>
        <w:separator/>
      </w:r>
    </w:p>
  </w:endnote>
  <w:endnote w:type="continuationSeparator" w:id="0">
    <w:p w14:paraId="66CB31A1" w14:textId="77777777" w:rsidR="00633B5F" w:rsidRDefault="00633B5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7FF5C" w14:textId="4B9B05B0" w:rsidR="001007E7" w:rsidRDefault="00651BD9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F98197" wp14:editId="06321D4F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1584A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A34F60F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1CD07BDD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052C7BAB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981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Dx72DW4QAAAAwBAAAPAAAAAAAAAAAAAAAAADEEAABkcnMvZG93bnJldi54bWxQSwUGAAAAAAQA&#10;BADzAAAAPwUAAAAA&#10;" filled="f" stroked="f">
              <v:textbox inset="0,0,0,0">
                <w:txbxContent>
                  <w:p w14:paraId="40D1584A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A34F60F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1CD07BDD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052C7BAB" w14:textId="77777777" w:rsidR="00807015" w:rsidRDefault="00807015"/>
                </w:txbxContent>
              </v:textbox>
            </v:shape>
          </w:pict>
        </mc:Fallback>
      </mc:AlternateContent>
    </w:r>
  </w:p>
  <w:p w14:paraId="625C3CD1" w14:textId="53271EF6" w:rsidR="001007E7" w:rsidRDefault="00651BD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ED6209" wp14:editId="29418F67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E7C6A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ED6209"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" filled="f" stroked="f">
              <v:textbox inset="0,0,0,0">
                <w:txbxContent>
                  <w:p w14:paraId="569E7C6A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7AD6C77C" wp14:editId="1CAFE68C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7961A4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47C104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688795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CA49FE6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CB3CA" w14:textId="77777777" w:rsidR="00633B5F" w:rsidRDefault="00633B5F" w:rsidP="001007E7">
      <w:pPr>
        <w:spacing w:after="0" w:line="240" w:lineRule="auto"/>
      </w:pPr>
      <w:r>
        <w:separator/>
      </w:r>
    </w:p>
  </w:footnote>
  <w:footnote w:type="continuationSeparator" w:id="0">
    <w:p w14:paraId="776BDEBD" w14:textId="77777777" w:rsidR="00633B5F" w:rsidRDefault="00633B5F" w:rsidP="001007E7">
      <w:pPr>
        <w:spacing w:after="0" w:line="240" w:lineRule="auto"/>
      </w:pPr>
      <w:r>
        <w:continuationSeparator/>
      </w:r>
    </w:p>
  </w:footnote>
  <w:footnote w:id="1">
    <w:p w14:paraId="232C3E23" w14:textId="77777777"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14:paraId="73587DCF" w14:textId="77777777"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86FFE"/>
    <w:rsid w:val="002E1412"/>
    <w:rsid w:val="002E6B9A"/>
    <w:rsid w:val="00314023"/>
    <w:rsid w:val="00332B0B"/>
    <w:rsid w:val="003D160E"/>
    <w:rsid w:val="00410707"/>
    <w:rsid w:val="004239AD"/>
    <w:rsid w:val="0042490F"/>
    <w:rsid w:val="004564FE"/>
    <w:rsid w:val="00462024"/>
    <w:rsid w:val="00466B9C"/>
    <w:rsid w:val="004C3DA5"/>
    <w:rsid w:val="004D45A8"/>
    <w:rsid w:val="00521233"/>
    <w:rsid w:val="00535962"/>
    <w:rsid w:val="00587691"/>
    <w:rsid w:val="00611A07"/>
    <w:rsid w:val="0062592A"/>
    <w:rsid w:val="00626D0C"/>
    <w:rsid w:val="00633B5F"/>
    <w:rsid w:val="006506D0"/>
    <w:rsid w:val="00651BD9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541AC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C7F9C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D9600C8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3848-3BE7-4B1D-8B5C-596438F9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5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5</cp:revision>
  <cp:lastPrinted>2011-03-04T18:41:00Z</cp:lastPrinted>
  <dcterms:created xsi:type="dcterms:W3CDTF">2024-06-28T12:21:00Z</dcterms:created>
  <dcterms:modified xsi:type="dcterms:W3CDTF">2025-10-08T21:32:00Z</dcterms:modified>
</cp:coreProperties>
</file>